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FC97B" w14:textId="77777777" w:rsidR="00B33BAB" w:rsidRPr="00B169DF" w:rsidRDefault="00B33BAB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2F915BD6" w14:textId="77777777" w:rsidR="00B33BAB" w:rsidRPr="00B169DF" w:rsidRDefault="00B33BAB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67CE6A6" w14:textId="77777777" w:rsidR="00B33BAB" w:rsidRPr="00B169DF" w:rsidRDefault="00B33BAB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2025-2027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0A95A34" w14:textId="77777777" w:rsidR="00B33BAB" w:rsidRPr="00B169DF" w:rsidRDefault="00B33BA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BF645F1" w14:textId="58C3D8C6" w:rsidR="00B33BAB" w:rsidRPr="00B169DF" w:rsidRDefault="00B33BAB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B46A18">
        <w:rPr>
          <w:rFonts w:ascii="Corbel" w:hAnsi="Corbel"/>
          <w:sz w:val="20"/>
          <w:szCs w:val="20"/>
        </w:rPr>
        <w:t>2026/27</w:t>
      </w:r>
    </w:p>
    <w:p w14:paraId="61E63293" w14:textId="77777777" w:rsidR="00B33BAB" w:rsidRPr="00B169DF" w:rsidRDefault="00B33BA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2F0D57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33BAB" w:rsidRPr="00B169DF" w14:paraId="5353A97D" w14:textId="77777777" w:rsidTr="00B819C8">
        <w:tc>
          <w:tcPr>
            <w:tcW w:w="2694" w:type="dxa"/>
            <w:vAlign w:val="center"/>
          </w:tcPr>
          <w:p w14:paraId="431F9793" w14:textId="77777777" w:rsidR="00B33BAB" w:rsidRPr="00416F52" w:rsidRDefault="00B33B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6F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06BB7E" w14:textId="77777777" w:rsidR="00B33BAB" w:rsidRPr="00B169DF" w:rsidRDefault="00B33B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Komunikowanie międzynarodowe</w:t>
            </w:r>
          </w:p>
        </w:tc>
      </w:tr>
      <w:tr w:rsidR="00B33BAB" w:rsidRPr="00B169DF" w14:paraId="1E0885A1" w14:textId="77777777" w:rsidTr="00B819C8">
        <w:tc>
          <w:tcPr>
            <w:tcW w:w="2694" w:type="dxa"/>
            <w:vAlign w:val="center"/>
          </w:tcPr>
          <w:p w14:paraId="4B99FCA6" w14:textId="77777777" w:rsidR="00B33BAB" w:rsidRPr="00416F52" w:rsidRDefault="00B33B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6F5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7E36C8" w14:textId="16932B85" w:rsidR="00B33BAB" w:rsidRPr="00B169DF" w:rsidRDefault="00B46A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SM2_29</w:t>
            </w:r>
          </w:p>
        </w:tc>
      </w:tr>
      <w:tr w:rsidR="00B33BAB" w:rsidRPr="00B169DF" w14:paraId="413E6927" w14:textId="77777777" w:rsidTr="00B819C8">
        <w:tc>
          <w:tcPr>
            <w:tcW w:w="2694" w:type="dxa"/>
            <w:vAlign w:val="center"/>
          </w:tcPr>
          <w:p w14:paraId="47FB256A" w14:textId="77777777" w:rsidR="00B33BAB" w:rsidRPr="00416F52" w:rsidRDefault="00B33BA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16F5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8D728A1" w14:textId="595BC8E7" w:rsidR="00B33BAB" w:rsidRPr="00B169DF" w:rsidRDefault="00145C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B33BAB" w:rsidRPr="00B169DF" w14:paraId="794A231C" w14:textId="77777777" w:rsidTr="00B819C8">
        <w:tc>
          <w:tcPr>
            <w:tcW w:w="2694" w:type="dxa"/>
            <w:vAlign w:val="center"/>
          </w:tcPr>
          <w:p w14:paraId="1254CDA5" w14:textId="77777777" w:rsidR="00B33BAB" w:rsidRPr="00416F52" w:rsidRDefault="00B33B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6F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61E990" w14:textId="77777777" w:rsidR="00B33BAB" w:rsidRPr="00B169DF" w:rsidRDefault="00B33B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B33BAB" w:rsidRPr="00B169DF" w14:paraId="6F3CAE6B" w14:textId="77777777" w:rsidTr="00B819C8">
        <w:tc>
          <w:tcPr>
            <w:tcW w:w="2694" w:type="dxa"/>
            <w:vAlign w:val="center"/>
          </w:tcPr>
          <w:p w14:paraId="2C31D54C" w14:textId="77777777" w:rsidR="00B33BAB" w:rsidRPr="00416F52" w:rsidRDefault="00B33B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6F5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D07C49" w14:textId="77777777" w:rsidR="00B33BAB" w:rsidRPr="00B169DF" w:rsidRDefault="00B33B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B33BAB" w:rsidRPr="00B169DF" w14:paraId="29C92F32" w14:textId="77777777" w:rsidTr="00B819C8">
        <w:tc>
          <w:tcPr>
            <w:tcW w:w="2694" w:type="dxa"/>
            <w:vAlign w:val="center"/>
          </w:tcPr>
          <w:p w14:paraId="05FC3E07" w14:textId="77777777" w:rsidR="00B33BAB" w:rsidRPr="00416F52" w:rsidRDefault="00B33B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6F5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E44F76" w14:textId="77777777" w:rsidR="00B33BAB" w:rsidRPr="00B169DF" w:rsidRDefault="00B33B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B33BAB" w:rsidRPr="00B169DF" w14:paraId="69277C45" w14:textId="77777777" w:rsidTr="00B819C8">
        <w:tc>
          <w:tcPr>
            <w:tcW w:w="2694" w:type="dxa"/>
            <w:vAlign w:val="center"/>
          </w:tcPr>
          <w:p w14:paraId="26245606" w14:textId="77777777" w:rsidR="00B33BAB" w:rsidRPr="00416F52" w:rsidRDefault="00B33B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6F5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04FB3F" w14:textId="77777777" w:rsidR="00B33BAB" w:rsidRPr="00B169DF" w:rsidRDefault="00B33B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33BAB" w:rsidRPr="00B169DF" w14:paraId="377C9321" w14:textId="77777777" w:rsidTr="00B819C8">
        <w:tc>
          <w:tcPr>
            <w:tcW w:w="2694" w:type="dxa"/>
            <w:vAlign w:val="center"/>
          </w:tcPr>
          <w:p w14:paraId="2AD761D9" w14:textId="77777777" w:rsidR="00B33BAB" w:rsidRPr="00416F52" w:rsidRDefault="00B33B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6F5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D18233" w14:textId="77777777" w:rsidR="00B33BAB" w:rsidRPr="00B169DF" w:rsidRDefault="00B33B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33BAB" w:rsidRPr="00B169DF" w14:paraId="51F890A9" w14:textId="77777777" w:rsidTr="00B819C8">
        <w:tc>
          <w:tcPr>
            <w:tcW w:w="2694" w:type="dxa"/>
            <w:vAlign w:val="center"/>
          </w:tcPr>
          <w:p w14:paraId="41252018" w14:textId="77777777" w:rsidR="00B33BAB" w:rsidRPr="00416F52" w:rsidRDefault="00B33B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6F5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84D2105" w14:textId="77777777" w:rsidR="00B33BAB" w:rsidRPr="00B169DF" w:rsidRDefault="00B33B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II/III</w:t>
            </w:r>
          </w:p>
        </w:tc>
      </w:tr>
      <w:tr w:rsidR="00B33BAB" w:rsidRPr="00B169DF" w14:paraId="2A5A5CA9" w14:textId="77777777" w:rsidTr="00B819C8">
        <w:tc>
          <w:tcPr>
            <w:tcW w:w="2694" w:type="dxa"/>
            <w:vAlign w:val="center"/>
          </w:tcPr>
          <w:p w14:paraId="47D2870D" w14:textId="77777777" w:rsidR="00B33BAB" w:rsidRPr="00416F52" w:rsidRDefault="00B33B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6F5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93C786" w14:textId="6DF49206" w:rsidR="00B33BAB" w:rsidRPr="00B169DF" w:rsidRDefault="00B46A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33BAB" w:rsidRPr="00B169DF" w14:paraId="564E324B" w14:textId="77777777" w:rsidTr="00B819C8">
        <w:tc>
          <w:tcPr>
            <w:tcW w:w="2694" w:type="dxa"/>
            <w:vAlign w:val="center"/>
          </w:tcPr>
          <w:p w14:paraId="67A19855" w14:textId="77777777" w:rsidR="00B33BAB" w:rsidRPr="00416F52" w:rsidRDefault="00B33B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6F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5DE605" w14:textId="77777777" w:rsidR="00B33BAB" w:rsidRPr="00B169DF" w:rsidRDefault="00B33B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33BAB" w:rsidRPr="00B169DF" w14:paraId="787BBEAC" w14:textId="77777777" w:rsidTr="00B819C8">
        <w:tc>
          <w:tcPr>
            <w:tcW w:w="2694" w:type="dxa"/>
            <w:vAlign w:val="center"/>
          </w:tcPr>
          <w:p w14:paraId="10EC5758" w14:textId="77777777" w:rsidR="00B33BAB" w:rsidRPr="00416F52" w:rsidRDefault="00B33B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6F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DF7441" w14:textId="77777777" w:rsidR="00B33BAB" w:rsidRPr="00B169DF" w:rsidRDefault="00B33B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  <w:tr w:rsidR="00B33BAB" w:rsidRPr="00B169DF" w14:paraId="597ADD74" w14:textId="77777777" w:rsidTr="00B819C8">
        <w:tc>
          <w:tcPr>
            <w:tcW w:w="2694" w:type="dxa"/>
            <w:vAlign w:val="center"/>
          </w:tcPr>
          <w:p w14:paraId="3E4EBD40" w14:textId="77777777" w:rsidR="00B33BAB" w:rsidRPr="00416F52" w:rsidRDefault="00B33B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6F5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BF2853" w14:textId="77777777" w:rsidR="00B33BAB" w:rsidRPr="00B169DF" w:rsidRDefault="00B33B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</w:tbl>
    <w:p w14:paraId="598E9B28" w14:textId="77777777" w:rsidR="00B33BAB" w:rsidRPr="00B169DF" w:rsidRDefault="00B33BAB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EE33C93" w14:textId="77777777" w:rsidR="00B33BAB" w:rsidRPr="00B169DF" w:rsidRDefault="00B33BAB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97B495" w14:textId="77777777" w:rsidR="00B33BAB" w:rsidRPr="00B169DF" w:rsidRDefault="00B33BAB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CF7A886" w14:textId="77777777" w:rsidR="00B33BAB" w:rsidRPr="00B169DF" w:rsidRDefault="00B33BAB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B33BAB" w:rsidRPr="00B169DF" w14:paraId="458CA1C5" w14:textId="77777777" w:rsidTr="00C766DF">
        <w:tc>
          <w:tcPr>
            <w:tcW w:w="1048" w:type="dxa"/>
          </w:tcPr>
          <w:p w14:paraId="6408E1D6" w14:textId="77777777" w:rsidR="00B33BAB" w:rsidRPr="00416F52" w:rsidRDefault="00B33B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16F5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3CCC1AF" w14:textId="77777777" w:rsidR="00B33BAB" w:rsidRPr="00416F52" w:rsidRDefault="00B33B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16F5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12F227B" w14:textId="77777777" w:rsidR="00B33BAB" w:rsidRPr="00416F52" w:rsidRDefault="00B33B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16F52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284A7C3C" w14:textId="77777777" w:rsidR="00B33BAB" w:rsidRPr="00416F52" w:rsidRDefault="00B33B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16F5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C8CE270" w14:textId="77777777" w:rsidR="00B33BAB" w:rsidRPr="00416F52" w:rsidRDefault="00B33B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16F52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53D7B7F4" w14:textId="77777777" w:rsidR="00B33BAB" w:rsidRPr="00416F52" w:rsidRDefault="00B33B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16F5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15B9009B" w14:textId="77777777" w:rsidR="00B33BAB" w:rsidRPr="00416F52" w:rsidRDefault="00B33B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16F52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75590289" w14:textId="77777777" w:rsidR="00B33BAB" w:rsidRPr="00416F52" w:rsidRDefault="00B33B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16F5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2C345DE" w14:textId="77777777" w:rsidR="00B33BAB" w:rsidRPr="00416F52" w:rsidRDefault="00B33B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16F52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485C387B" w14:textId="77777777" w:rsidR="00B33BAB" w:rsidRPr="00416F52" w:rsidRDefault="00B33B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16F5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14EF90A4" w14:textId="77777777" w:rsidR="00B33BAB" w:rsidRPr="00416F52" w:rsidRDefault="00B33B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416F5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B33BAB" w:rsidRPr="00B169DF" w14:paraId="2E11FEBF" w14:textId="77777777" w:rsidTr="00C766DF">
        <w:trPr>
          <w:trHeight w:val="453"/>
        </w:trPr>
        <w:tc>
          <w:tcPr>
            <w:tcW w:w="1048" w:type="dxa"/>
          </w:tcPr>
          <w:p w14:paraId="3F26D344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vAlign w:val="center"/>
          </w:tcPr>
          <w:p w14:paraId="4F83A33B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819EBDF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657A90E4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2A157497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4267EB4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3D77B8F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1CABF152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B559E80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6EAE4174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33BAB" w:rsidRPr="00B169DF" w14:paraId="3989918A" w14:textId="77777777" w:rsidTr="00C766DF">
        <w:trPr>
          <w:trHeight w:val="453"/>
        </w:trPr>
        <w:tc>
          <w:tcPr>
            <w:tcW w:w="1048" w:type="dxa"/>
          </w:tcPr>
          <w:p w14:paraId="0366A5C1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14:paraId="13F191B7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356FE097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007C2CB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4C8B997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384B984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15CDA066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C8F1950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8CAC4A3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45E6925B" w14:textId="77777777" w:rsidR="00B33BAB" w:rsidRPr="00B169DF" w:rsidRDefault="00B33B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DA124DC" w14:textId="77777777" w:rsidR="00B33BAB" w:rsidRPr="00B169DF" w:rsidRDefault="00B33BAB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1001EF" w14:textId="77777777" w:rsidR="00B33BAB" w:rsidRPr="00B169DF" w:rsidRDefault="00B33BAB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270AF6" w14:textId="77777777" w:rsidR="00B33BAB" w:rsidRPr="00B169DF" w:rsidRDefault="00B33BAB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BDC50BC" w14:textId="77777777" w:rsidR="00B33BAB" w:rsidRPr="00B169DF" w:rsidRDefault="00B33B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  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E12468A" w14:textId="77777777" w:rsidR="00B33BAB" w:rsidRPr="00B169DF" w:rsidRDefault="00B33B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28FAEB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2EDA97" w14:textId="77777777" w:rsidR="00B33BAB" w:rsidRPr="00B169DF" w:rsidRDefault="00B33BA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Pr="00B169D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184CF2A" w14:textId="480655F7" w:rsidR="00B33BAB" w:rsidRPr="00B169DF" w:rsidRDefault="00B46A1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F0C3EEB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6B436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33BAB" w:rsidRPr="00B169DF" w14:paraId="61EC71E8" w14:textId="77777777" w:rsidTr="00745302">
        <w:tc>
          <w:tcPr>
            <w:tcW w:w="9670" w:type="dxa"/>
          </w:tcPr>
          <w:p w14:paraId="2ECC3264" w14:textId="77777777" w:rsidR="00B33BAB" w:rsidRPr="00B169DF" w:rsidRDefault="00B33B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AB5F7B3" w14:textId="77777777" w:rsidR="00B33BAB" w:rsidRPr="00B169DF" w:rsidRDefault="00B33B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nauki o komunikowaniu</w:t>
            </w:r>
          </w:p>
        </w:tc>
      </w:tr>
    </w:tbl>
    <w:p w14:paraId="46DAAFFE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9E6D87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 cele, efekty uczenia się , treści Programowe i stosowane metody Dydaktyczne</w:t>
      </w:r>
    </w:p>
    <w:p w14:paraId="2EDCAE1C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102862" w14:textId="77777777" w:rsidR="00B33BAB" w:rsidRPr="00B169DF" w:rsidRDefault="00B33BAB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7DEA2AFD" w14:textId="77777777" w:rsidR="00B33BAB" w:rsidRPr="00B169DF" w:rsidRDefault="00B33BAB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33BAB" w:rsidRPr="00B169DF" w14:paraId="3A2C8FD2" w14:textId="77777777" w:rsidTr="00923D7D">
        <w:tc>
          <w:tcPr>
            <w:tcW w:w="851" w:type="dxa"/>
            <w:vAlign w:val="center"/>
          </w:tcPr>
          <w:p w14:paraId="1B8021A0" w14:textId="77777777" w:rsidR="00B33BAB" w:rsidRPr="00416F52" w:rsidRDefault="00B33BA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6F5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96B864" w14:textId="77777777" w:rsidR="00B33BAB" w:rsidRPr="00416F52" w:rsidRDefault="00B33BA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studenta z podstawowymi zagadnieniami z zakresu komunikowania międzynarodowego</w:t>
            </w:r>
          </w:p>
        </w:tc>
      </w:tr>
      <w:tr w:rsidR="00B33BAB" w:rsidRPr="00B169DF" w14:paraId="3AD45852" w14:textId="77777777" w:rsidTr="00923D7D">
        <w:tc>
          <w:tcPr>
            <w:tcW w:w="851" w:type="dxa"/>
            <w:vAlign w:val="center"/>
          </w:tcPr>
          <w:p w14:paraId="5A964DAB" w14:textId="77777777" w:rsidR="00B33BAB" w:rsidRPr="00416F52" w:rsidRDefault="00B33BA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32E85EB" w14:textId="77777777" w:rsidR="00B33BAB" w:rsidRPr="00416F52" w:rsidRDefault="00B33BA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rolą środków masowego przekazu w zglobalizowanym świecie</w:t>
            </w:r>
          </w:p>
        </w:tc>
      </w:tr>
      <w:tr w:rsidR="00B33BAB" w:rsidRPr="00B169DF" w14:paraId="3035FBF7" w14:textId="77777777" w:rsidTr="00923D7D">
        <w:tc>
          <w:tcPr>
            <w:tcW w:w="851" w:type="dxa"/>
            <w:vAlign w:val="center"/>
          </w:tcPr>
          <w:p w14:paraId="7F4D145B" w14:textId="77777777" w:rsidR="00B33BAB" w:rsidRPr="00416F52" w:rsidRDefault="00B33BA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12EDB4" w14:textId="77777777" w:rsidR="00B33BAB" w:rsidRPr="00F90C68" w:rsidRDefault="00B33BA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0C68">
              <w:rPr>
                <w:rFonts w:ascii="Corbel" w:hAnsi="Corbel" w:cs="Tahoma"/>
                <w:b w:val="0"/>
                <w:sz w:val="24"/>
                <w:szCs w:val="24"/>
              </w:rPr>
              <w:t>Przekazanie wiedzy niezbędnej do analizowania zjawisk społecznych i kulturowych związanych z innymi kręgami kulturowym</w:t>
            </w:r>
          </w:p>
        </w:tc>
      </w:tr>
    </w:tbl>
    <w:p w14:paraId="221009F3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5A733C" w14:textId="77777777" w:rsidR="00B33BAB" w:rsidRPr="00B169DF" w:rsidRDefault="00B33BAB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1503BB56" w14:textId="77777777" w:rsidR="00B33BAB" w:rsidRPr="00B169DF" w:rsidRDefault="00B33BA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B33BAB" w:rsidRPr="00B169DF" w14:paraId="159E9D1A" w14:textId="77777777" w:rsidTr="0071620A">
        <w:tc>
          <w:tcPr>
            <w:tcW w:w="1701" w:type="dxa"/>
            <w:vAlign w:val="center"/>
          </w:tcPr>
          <w:p w14:paraId="4B36935B" w14:textId="77777777" w:rsidR="00B33BAB" w:rsidRPr="00B169DF" w:rsidRDefault="00B33B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7BFDDFB" w14:textId="77777777" w:rsidR="00B33BAB" w:rsidRPr="00B169DF" w:rsidRDefault="00B33B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6B3AA71" w14:textId="77777777" w:rsidR="00B33BAB" w:rsidRPr="00B169DF" w:rsidRDefault="00B33B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33BAB" w:rsidRPr="00B169DF" w14:paraId="09D1E902" w14:textId="77777777" w:rsidTr="00FC58A2">
        <w:tc>
          <w:tcPr>
            <w:tcW w:w="1701" w:type="dxa"/>
          </w:tcPr>
          <w:p w14:paraId="00FD9F14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1CCC7153" w14:textId="77777777" w:rsidR="00B33BAB" w:rsidRPr="00F90C68" w:rsidRDefault="00B33BAB" w:rsidP="00F879FC">
            <w:pPr>
              <w:pStyle w:val="wrubryce"/>
              <w:jc w:val="left"/>
              <w:rPr>
                <w:rFonts w:ascii="Corbel" w:hAnsi="Corbel" w:cs="Tahoma"/>
                <w:sz w:val="24"/>
                <w:szCs w:val="24"/>
              </w:rPr>
            </w:pPr>
            <w:r>
              <w:rPr>
                <w:rFonts w:ascii="Corbel" w:hAnsi="Corbel" w:cs="Tahoma"/>
                <w:sz w:val="24"/>
                <w:szCs w:val="24"/>
              </w:rPr>
              <w:t>Zna</w:t>
            </w:r>
            <w:r w:rsidRPr="00F90C68">
              <w:rPr>
                <w:rFonts w:ascii="Corbel" w:hAnsi="Corbel" w:cs="Tahoma"/>
                <w:sz w:val="24"/>
                <w:szCs w:val="24"/>
              </w:rPr>
              <w:t xml:space="preserve"> różnice i podobieństwa między obszarami cywilizacyjnymi i ich wpływ na komunikację międzynarodową.</w:t>
            </w:r>
          </w:p>
        </w:tc>
        <w:tc>
          <w:tcPr>
            <w:tcW w:w="1873" w:type="dxa"/>
          </w:tcPr>
          <w:p w14:paraId="6A243353" w14:textId="77777777" w:rsidR="00B33BAB" w:rsidRPr="00B169DF" w:rsidRDefault="00B33BAB" w:rsidP="009C54AE">
            <w:pPr>
              <w:pStyle w:val="Odpowiedzi"/>
              <w:spacing w:before="0" w:after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mallCaps/>
                <w:szCs w:val="24"/>
              </w:rPr>
              <w:t>KW_07</w:t>
            </w:r>
          </w:p>
        </w:tc>
      </w:tr>
      <w:tr w:rsidR="00B33BAB" w:rsidRPr="00B169DF" w14:paraId="092D99BB" w14:textId="77777777" w:rsidTr="00FC58A2">
        <w:tc>
          <w:tcPr>
            <w:tcW w:w="1701" w:type="dxa"/>
          </w:tcPr>
          <w:p w14:paraId="54E4B875" w14:textId="77777777" w:rsidR="00B33BAB" w:rsidRPr="00B169DF" w:rsidRDefault="00B33BAB" w:rsidP="009C54AE">
            <w:pPr>
              <w:pStyle w:val="Odpowiedzi"/>
              <w:spacing w:before="0" w:after="0"/>
              <w:rPr>
                <w:rFonts w:ascii="Corbel" w:hAnsi="Corbel"/>
                <w:b w:val="0"/>
                <w:smallCaps/>
                <w:szCs w:val="24"/>
              </w:rPr>
            </w:pPr>
            <w:r w:rsidRPr="00B169DF">
              <w:rPr>
                <w:rFonts w:ascii="Corbel" w:hAnsi="Corbel"/>
                <w:b w:val="0"/>
                <w:smallCaps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65854C53" w14:textId="77777777" w:rsidR="00B33BAB" w:rsidRPr="00F90C68" w:rsidRDefault="00B33BAB" w:rsidP="00F90C68">
            <w:pPr>
              <w:pStyle w:val="Cele"/>
              <w:ind w:left="0" w:firstLine="0"/>
              <w:jc w:val="left"/>
              <w:rPr>
                <w:rFonts w:ascii="Corbel" w:hAnsi="Corbel" w:cs="Tahoma"/>
                <w:sz w:val="24"/>
                <w:szCs w:val="24"/>
              </w:rPr>
            </w:pPr>
            <w:r>
              <w:rPr>
                <w:rFonts w:ascii="Corbel" w:hAnsi="Corbel" w:cs="Tahoma"/>
                <w:sz w:val="24"/>
                <w:szCs w:val="24"/>
              </w:rPr>
              <w:t>Określa</w:t>
            </w:r>
            <w:r w:rsidRPr="00F90C68">
              <w:rPr>
                <w:rFonts w:ascii="Corbel" w:hAnsi="Corbel" w:cs="Tahoma"/>
                <w:sz w:val="24"/>
                <w:szCs w:val="24"/>
              </w:rPr>
              <w:t xml:space="preserve"> tendencje rozwojowe współczesnych mediów i ich rolę w różnych aspektach funkcjonowania nowoczesnego społeczeństwa informacyjnego</w:t>
            </w:r>
            <w:r>
              <w:rPr>
                <w:rFonts w:ascii="Corbel" w:hAnsi="Corbel" w:cs="Tahoma"/>
                <w:sz w:val="24"/>
                <w:szCs w:val="24"/>
              </w:rPr>
              <w:t xml:space="preserve"> w tym ich wpływu na relacje międzynarodowe</w:t>
            </w:r>
          </w:p>
        </w:tc>
        <w:tc>
          <w:tcPr>
            <w:tcW w:w="1873" w:type="dxa"/>
          </w:tcPr>
          <w:p w14:paraId="45CDF49A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B33BAB" w:rsidRPr="00B169DF" w14:paraId="28695FE9" w14:textId="77777777" w:rsidTr="005E6E85">
        <w:tc>
          <w:tcPr>
            <w:tcW w:w="1701" w:type="dxa"/>
          </w:tcPr>
          <w:p w14:paraId="356F4FFC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A5C411B" w14:textId="77777777" w:rsidR="00B33BAB" w:rsidRPr="00BC7D22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C7D22">
              <w:rPr>
                <w:rFonts w:ascii="Corbel" w:hAnsi="Corbel" w:cs="Tahoma"/>
                <w:b w:val="0"/>
                <w:bCs/>
                <w:szCs w:val="24"/>
              </w:rPr>
              <w:t>Przeprowadza ocenę zjawisk z zakresu komunikacji międzynarodowej</w:t>
            </w:r>
          </w:p>
        </w:tc>
        <w:tc>
          <w:tcPr>
            <w:tcW w:w="1873" w:type="dxa"/>
          </w:tcPr>
          <w:p w14:paraId="103A5206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</w:tbl>
    <w:p w14:paraId="6D913C2B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BE253E" w14:textId="77777777" w:rsidR="00B33BAB" w:rsidRPr="00B169DF" w:rsidRDefault="00B33BA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 Treści programowe </w:t>
      </w:r>
      <w:r w:rsidRPr="00B169DF">
        <w:rPr>
          <w:rFonts w:ascii="Corbel" w:hAnsi="Corbel"/>
          <w:sz w:val="24"/>
          <w:szCs w:val="24"/>
        </w:rPr>
        <w:t xml:space="preserve">  </w:t>
      </w:r>
    </w:p>
    <w:p w14:paraId="54A7C3D1" w14:textId="77777777" w:rsidR="00B33BAB" w:rsidRPr="00B169DF" w:rsidRDefault="00B33BAB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310125A" w14:textId="77777777" w:rsidR="00B33BAB" w:rsidRPr="00B169DF" w:rsidRDefault="00B33BAB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BAB" w:rsidRPr="00B169DF" w14:paraId="4CE37606" w14:textId="77777777" w:rsidTr="00923D7D">
        <w:tc>
          <w:tcPr>
            <w:tcW w:w="9639" w:type="dxa"/>
          </w:tcPr>
          <w:p w14:paraId="5A9CCFF9" w14:textId="77777777" w:rsidR="00B33BAB" w:rsidRPr="00B169DF" w:rsidRDefault="00B33BA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3BAB" w:rsidRPr="00B169DF" w14:paraId="4EB26977" w14:textId="77777777" w:rsidTr="00923D7D">
        <w:tc>
          <w:tcPr>
            <w:tcW w:w="9639" w:type="dxa"/>
          </w:tcPr>
          <w:p w14:paraId="4D33939A" w14:textId="77777777" w:rsidR="00B33BAB" w:rsidRPr="00B169DF" w:rsidRDefault="00B33BA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B33BAB" w:rsidRPr="00B169DF" w14:paraId="5B52AD83" w14:textId="77777777" w:rsidTr="00923D7D">
        <w:tc>
          <w:tcPr>
            <w:tcW w:w="9639" w:type="dxa"/>
          </w:tcPr>
          <w:p w14:paraId="2D84D100" w14:textId="77777777" w:rsidR="00B33BAB" w:rsidRPr="00B169DF" w:rsidRDefault="00B33BA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B33BAB" w:rsidRPr="00B169DF" w14:paraId="1B1097A4" w14:textId="77777777" w:rsidTr="00923D7D">
        <w:tc>
          <w:tcPr>
            <w:tcW w:w="9639" w:type="dxa"/>
          </w:tcPr>
          <w:p w14:paraId="0DD7637E" w14:textId="77777777" w:rsidR="00B33BAB" w:rsidRPr="00B169DF" w:rsidRDefault="00B33BA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963143" w14:textId="77777777" w:rsidR="00B33BAB" w:rsidRPr="00B169DF" w:rsidRDefault="00B33BA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ECCA82" w14:textId="77777777" w:rsidR="00B33BAB" w:rsidRPr="00B169DF" w:rsidRDefault="00B33BAB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592197AB" w14:textId="77777777" w:rsidR="00B33BAB" w:rsidRPr="00B169DF" w:rsidRDefault="00B33BAB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33BAB" w:rsidRPr="00B169DF" w14:paraId="22E48609" w14:textId="77777777" w:rsidTr="00923D7D">
        <w:tc>
          <w:tcPr>
            <w:tcW w:w="9639" w:type="dxa"/>
          </w:tcPr>
          <w:p w14:paraId="78C46F08" w14:textId="77777777" w:rsidR="00B33BAB" w:rsidRPr="00B169DF" w:rsidRDefault="00B33BAB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3BAB" w:rsidRPr="00B169DF" w14:paraId="1EE7DAB6" w14:textId="77777777" w:rsidTr="00923D7D">
        <w:tc>
          <w:tcPr>
            <w:tcW w:w="9639" w:type="dxa"/>
          </w:tcPr>
          <w:p w14:paraId="33F6D220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teoretyczne, przedstawienie podstawowych zagadnień</w:t>
            </w:r>
          </w:p>
        </w:tc>
      </w:tr>
      <w:tr w:rsidR="00B33BAB" w:rsidRPr="00B169DF" w14:paraId="0052D899" w14:textId="77777777" w:rsidTr="00923D7D">
        <w:tc>
          <w:tcPr>
            <w:tcW w:w="9639" w:type="dxa"/>
          </w:tcPr>
          <w:p w14:paraId="3FBE3DBA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polityczny a system medialny, typologia systemów medialnych</w:t>
            </w:r>
          </w:p>
        </w:tc>
      </w:tr>
      <w:tr w:rsidR="00B33BAB" w:rsidRPr="00B169DF" w14:paraId="535EA6A4" w14:textId="77777777" w:rsidTr="00923D7D">
        <w:tc>
          <w:tcPr>
            <w:tcW w:w="9639" w:type="dxa"/>
          </w:tcPr>
          <w:p w14:paraId="054C18C3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Międzynarodowa opinia publiczna, rola światowych stacji informacyjnych</w:t>
            </w:r>
          </w:p>
        </w:tc>
      </w:tr>
      <w:tr w:rsidR="00B33BAB" w:rsidRPr="00B169DF" w14:paraId="34908D4F" w14:textId="77777777" w:rsidTr="00923D7D">
        <w:tc>
          <w:tcPr>
            <w:tcW w:w="9639" w:type="dxa"/>
          </w:tcPr>
          <w:p w14:paraId="712BB375" w14:textId="77777777" w:rsidR="00B33BAB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nowych mediów w komunikowaniu międzynarodowym</w:t>
            </w:r>
          </w:p>
        </w:tc>
      </w:tr>
      <w:tr w:rsidR="00B33BAB" w:rsidRPr="00B169DF" w14:paraId="4DAEA65B" w14:textId="77777777" w:rsidTr="00923D7D">
        <w:tc>
          <w:tcPr>
            <w:tcW w:w="9639" w:type="dxa"/>
          </w:tcPr>
          <w:p w14:paraId="2889E8A4" w14:textId="77777777" w:rsidR="00B33BAB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0EA8">
              <w:rPr>
                <w:rFonts w:ascii="Tahoma" w:hAnsi="Tahoma" w:cs="Tahoma"/>
                <w:sz w:val="20"/>
                <w:szCs w:val="20"/>
              </w:rPr>
              <w:t>GLOBALIZACJA A KOMUNIKOWANIE MIĘDZYNARODOWE</w:t>
            </w:r>
            <w:r>
              <w:rPr>
                <w:rFonts w:ascii="Tahoma" w:hAnsi="Tahoma" w:cs="Tahoma"/>
                <w:sz w:val="20"/>
                <w:szCs w:val="20"/>
              </w:rPr>
              <w:t>. Dyplomacja medialna</w:t>
            </w:r>
            <w:r w:rsidRPr="00CF0EA8">
              <w:rPr>
                <w:rFonts w:ascii="Tahoma" w:hAnsi="Tahoma" w:cs="Tahoma"/>
                <w:sz w:val="20"/>
                <w:szCs w:val="20"/>
              </w:rPr>
              <w:t xml:space="preserve"> i polityka zagraniczna</w:t>
            </w:r>
          </w:p>
        </w:tc>
      </w:tr>
      <w:tr w:rsidR="00B33BAB" w:rsidRPr="00B169DF" w14:paraId="2C7CD8DD" w14:textId="77777777" w:rsidTr="00923D7D">
        <w:tc>
          <w:tcPr>
            <w:tcW w:w="9639" w:type="dxa"/>
          </w:tcPr>
          <w:p w14:paraId="4030D58A" w14:textId="77777777" w:rsidR="00B33BAB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Komunikowanie międzynarodowe szanse i zagrożenia: nowe media, dyplomacja publiczna, dezinformacja</w:t>
            </w:r>
          </w:p>
        </w:tc>
      </w:tr>
      <w:tr w:rsidR="00B33BAB" w:rsidRPr="00B169DF" w14:paraId="0D8B5EE3" w14:textId="77777777" w:rsidTr="00923D7D">
        <w:tc>
          <w:tcPr>
            <w:tcW w:w="9639" w:type="dxa"/>
          </w:tcPr>
          <w:p w14:paraId="4C9865EF" w14:textId="77777777" w:rsidR="00B33BAB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Kolokwium</w:t>
            </w:r>
          </w:p>
        </w:tc>
      </w:tr>
    </w:tbl>
    <w:p w14:paraId="36C3F4DF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95D0A7" w14:textId="77777777" w:rsidR="00B33BAB" w:rsidRPr="00B169DF" w:rsidRDefault="00B33BA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C724EA5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3FB75B" w14:textId="77777777" w:rsidR="00B33BAB" w:rsidRPr="00B169DF" w:rsidRDefault="00B33BAB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Np</w:t>
      </w:r>
      <w:r w:rsidRPr="00B169DF">
        <w:rPr>
          <w:rFonts w:ascii="Corbel" w:hAnsi="Corbel"/>
          <w:sz w:val="20"/>
          <w:szCs w:val="20"/>
        </w:rPr>
        <w:t xml:space="preserve">.: </w:t>
      </w:r>
    </w:p>
    <w:p w14:paraId="5F69E65D" w14:textId="77777777" w:rsidR="00B33BAB" w:rsidRPr="00B169DF" w:rsidRDefault="00B33BA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CB7627C" w14:textId="77777777" w:rsidR="00B33BAB" w:rsidRPr="00B169DF" w:rsidRDefault="00B33BA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</w:t>
      </w:r>
    </w:p>
    <w:p w14:paraId="224A340C" w14:textId="77777777" w:rsidR="00B33BAB" w:rsidRPr="00B169DF" w:rsidRDefault="00B33B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BB73B9" w14:textId="77777777" w:rsidR="00B33BAB" w:rsidRPr="00B169DF" w:rsidRDefault="00B33B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533F00" w14:textId="77777777" w:rsidR="00B33BAB" w:rsidRPr="00B169DF" w:rsidRDefault="00B33B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METODY I KRYTERIA OCENY </w:t>
      </w:r>
    </w:p>
    <w:p w14:paraId="29A49EB8" w14:textId="77777777" w:rsidR="00B33BAB" w:rsidRPr="00B169DF" w:rsidRDefault="00B33B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69C9C5" w14:textId="77777777" w:rsidR="00B33BAB" w:rsidRPr="00B169DF" w:rsidRDefault="00B33BA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146E44A4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B33BAB" w:rsidRPr="00B169DF" w14:paraId="0BD914EA" w14:textId="77777777" w:rsidTr="00C05F44">
        <w:tc>
          <w:tcPr>
            <w:tcW w:w="1985" w:type="dxa"/>
            <w:vAlign w:val="center"/>
          </w:tcPr>
          <w:p w14:paraId="654BF249" w14:textId="77777777" w:rsidR="00B33BAB" w:rsidRPr="00B169DF" w:rsidRDefault="00B33B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D9AC8E4" w14:textId="77777777" w:rsidR="00B33BAB" w:rsidRPr="00B169DF" w:rsidRDefault="00B33B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199BA9" w14:textId="77777777" w:rsidR="00B33BAB" w:rsidRPr="00B169DF" w:rsidRDefault="00B33B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756B26" w14:textId="77777777" w:rsidR="00B33BAB" w:rsidRPr="00B169DF" w:rsidRDefault="00B33B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9C78F5" w14:textId="77777777" w:rsidR="00B33BAB" w:rsidRPr="00B169DF" w:rsidRDefault="00B33B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33BAB" w:rsidRPr="00B169DF" w14:paraId="0FEDC6E4" w14:textId="77777777" w:rsidTr="00C05F44">
        <w:tc>
          <w:tcPr>
            <w:tcW w:w="1985" w:type="dxa"/>
          </w:tcPr>
          <w:p w14:paraId="22041A8B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27B0F8E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26" w:type="dxa"/>
          </w:tcPr>
          <w:p w14:paraId="161071E3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33BAB" w:rsidRPr="00B169DF" w14:paraId="26A4EE0C" w14:textId="77777777" w:rsidTr="00C05F44">
        <w:tc>
          <w:tcPr>
            <w:tcW w:w="1985" w:type="dxa"/>
          </w:tcPr>
          <w:p w14:paraId="2FF3DFDD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DFDC41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C118194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33BAB" w:rsidRPr="00B169DF" w14:paraId="30F74EBC" w14:textId="77777777" w:rsidTr="00C05F44">
        <w:tc>
          <w:tcPr>
            <w:tcW w:w="1985" w:type="dxa"/>
          </w:tcPr>
          <w:p w14:paraId="204D0FB0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75F97CC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projket</w:t>
            </w:r>
          </w:p>
        </w:tc>
        <w:tc>
          <w:tcPr>
            <w:tcW w:w="2126" w:type="dxa"/>
          </w:tcPr>
          <w:p w14:paraId="394F442D" w14:textId="77777777" w:rsidR="00B33BAB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A945AB7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68DED8" w14:textId="77777777" w:rsidR="00B33BAB" w:rsidRPr="00B169DF" w:rsidRDefault="00B33BA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A39DF6E" w14:textId="77777777" w:rsidR="00B33BAB" w:rsidRPr="00B169DF" w:rsidRDefault="00B33BA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33BAB" w:rsidRPr="00B169DF" w14:paraId="444F24C2" w14:textId="77777777" w:rsidTr="00923D7D">
        <w:tc>
          <w:tcPr>
            <w:tcW w:w="9670" w:type="dxa"/>
          </w:tcPr>
          <w:p w14:paraId="193D6C6F" w14:textId="77777777" w:rsidR="00B33BAB" w:rsidRPr="009C54AE" w:rsidRDefault="00B33BAB" w:rsidP="000814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Przygotowanie do zajęć, aktywność podczas zajęć, wykonanie projektu, uzyskanie pozytywnej oceny z testu:</w:t>
            </w:r>
          </w:p>
          <w:p w14:paraId="6475A056" w14:textId="77777777" w:rsidR="00B33BAB" w:rsidRPr="009C54AE" w:rsidRDefault="00B33BAB" w:rsidP="000814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Ocena końcowa:</w:t>
            </w:r>
          </w:p>
          <w:p w14:paraId="0F94DE0F" w14:textId="77777777" w:rsidR="00B33BAB" w:rsidRPr="009C54AE" w:rsidRDefault="00B33BAB" w:rsidP="000814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5.0- od 91 do 100% wszystkich punktów możliwych do zdobycia</w:t>
            </w:r>
          </w:p>
          <w:p w14:paraId="5D179E9E" w14:textId="77777777" w:rsidR="00B33BAB" w:rsidRPr="009C54AE" w:rsidRDefault="00B33BAB" w:rsidP="000814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4.5- od 81 do 90% wszystkich punktów możliwych do zdobycia</w:t>
            </w:r>
          </w:p>
          <w:p w14:paraId="6E2D03F0" w14:textId="77777777" w:rsidR="00B33BAB" w:rsidRPr="009C54AE" w:rsidRDefault="00B33BAB" w:rsidP="000814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4.0- od 71 do 80% wszystkich punktów możliwych do zdobycia</w:t>
            </w:r>
          </w:p>
          <w:p w14:paraId="4FFD07A5" w14:textId="77777777" w:rsidR="00B33BAB" w:rsidRPr="009C54AE" w:rsidRDefault="00B33BAB" w:rsidP="000814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3.5- od 61 do 70% wszystkich punktów możliwych do zdobycia</w:t>
            </w:r>
          </w:p>
          <w:p w14:paraId="391B2FB7" w14:textId="77777777" w:rsidR="00B33BAB" w:rsidRPr="009C54AE" w:rsidRDefault="00B33BAB" w:rsidP="000814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3.0- od 51 do 60% wszystkich punktów możliwych do zdobycia</w:t>
            </w:r>
          </w:p>
          <w:p w14:paraId="63025319" w14:textId="77777777" w:rsidR="00B33BAB" w:rsidRPr="009C54AE" w:rsidRDefault="00B33BAB" w:rsidP="000814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2.0 mniej niż 50% wszystkich punktów możliwych do zdobycia</w:t>
            </w:r>
          </w:p>
          <w:p w14:paraId="6B3ADB31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F7E355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D90985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B42009E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1E7495" w14:textId="77777777" w:rsidR="00B33BAB" w:rsidRPr="00B169DF" w:rsidRDefault="00B33BAB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6B410A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33BAB" w:rsidRPr="00B169DF" w14:paraId="4B58C79E" w14:textId="77777777" w:rsidTr="003E1941">
        <w:tc>
          <w:tcPr>
            <w:tcW w:w="4962" w:type="dxa"/>
            <w:vAlign w:val="center"/>
          </w:tcPr>
          <w:p w14:paraId="5AAAC5FE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47A854D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33BAB" w:rsidRPr="00B169DF" w14:paraId="1F6DE68F" w14:textId="77777777" w:rsidTr="00923D7D">
        <w:tc>
          <w:tcPr>
            <w:tcW w:w="4962" w:type="dxa"/>
          </w:tcPr>
          <w:p w14:paraId="27EEE0C6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1231E6BF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33BAB" w:rsidRPr="00B169DF" w14:paraId="3861BE2B" w14:textId="77777777" w:rsidTr="00923D7D">
        <w:tc>
          <w:tcPr>
            <w:tcW w:w="4962" w:type="dxa"/>
          </w:tcPr>
          <w:p w14:paraId="5632C621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4E7B315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7CE1753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33BAB" w:rsidRPr="00B169DF" w14:paraId="16953054" w14:textId="77777777" w:rsidTr="00923D7D">
        <w:tc>
          <w:tcPr>
            <w:tcW w:w="4962" w:type="dxa"/>
          </w:tcPr>
          <w:p w14:paraId="18C94A92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D3E796F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0C59294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33BAB" w:rsidRPr="00B169DF" w14:paraId="4BD11ED6" w14:textId="77777777" w:rsidTr="00923D7D">
        <w:tc>
          <w:tcPr>
            <w:tcW w:w="4962" w:type="dxa"/>
          </w:tcPr>
          <w:p w14:paraId="746BC3F4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4965BE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33BAB" w:rsidRPr="00B169DF" w14:paraId="4ABEBFEA" w14:textId="77777777" w:rsidTr="00923D7D">
        <w:tc>
          <w:tcPr>
            <w:tcW w:w="4962" w:type="dxa"/>
          </w:tcPr>
          <w:p w14:paraId="3098D867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2B2A708" w14:textId="77777777" w:rsidR="00B33BAB" w:rsidRPr="00B169DF" w:rsidRDefault="00B33B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D53DF7" w14:textId="77777777" w:rsidR="00B33BAB" w:rsidRPr="00B169DF" w:rsidRDefault="00B33BAB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19B6EAEC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5F306F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73D1DDD9" w14:textId="77777777" w:rsidR="00B33BAB" w:rsidRPr="00B169DF" w:rsidRDefault="00B33BAB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B33BAB" w:rsidRPr="00B169DF" w14:paraId="4278B190" w14:textId="77777777" w:rsidTr="0071620A">
        <w:trPr>
          <w:trHeight w:val="397"/>
        </w:trPr>
        <w:tc>
          <w:tcPr>
            <w:tcW w:w="3544" w:type="dxa"/>
          </w:tcPr>
          <w:p w14:paraId="5538D1A1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CEFACE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33BAB" w:rsidRPr="00B169DF" w14:paraId="43B985FF" w14:textId="77777777" w:rsidTr="0071620A">
        <w:trPr>
          <w:trHeight w:val="397"/>
        </w:trPr>
        <w:tc>
          <w:tcPr>
            <w:tcW w:w="3544" w:type="dxa"/>
          </w:tcPr>
          <w:p w14:paraId="2B40BD8D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DB494B3" w14:textId="77777777" w:rsidR="00B33BAB" w:rsidRPr="00B169DF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F5661ED" w14:textId="77777777" w:rsidR="00B33BAB" w:rsidRPr="00B169DF" w:rsidRDefault="00B33BA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F79637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084AA303" w14:textId="77777777" w:rsidR="00B33BAB" w:rsidRPr="00B169DF" w:rsidRDefault="00B33BA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B33BAB" w:rsidRPr="00B169DF" w14:paraId="4419B752" w14:textId="77777777" w:rsidTr="0071620A">
        <w:trPr>
          <w:trHeight w:val="397"/>
        </w:trPr>
        <w:tc>
          <w:tcPr>
            <w:tcW w:w="7513" w:type="dxa"/>
          </w:tcPr>
          <w:p w14:paraId="325C5447" w14:textId="77777777" w:rsidR="00B33BAB" w:rsidRPr="00014BD6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4BD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19E563" w14:textId="77777777" w:rsidR="00B33BAB" w:rsidRPr="00014BD6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A18">
              <w:rPr>
                <w:rFonts w:ascii="Corbel" w:hAnsi="Corbel" w:cs="Arial"/>
                <w:b w:val="0"/>
                <w:color w:val="06022E"/>
                <w:szCs w:val="24"/>
                <w:shd w:val="clear" w:color="auto" w:fill="F8F8F8"/>
              </w:rPr>
              <w:t xml:space="preserve">Hallin Daniel C., Paolo Mancini. </w:t>
            </w:r>
            <w:r w:rsidRPr="00014BD6">
              <w:rPr>
                <w:rFonts w:ascii="Corbel" w:hAnsi="Corbel" w:cs="Arial"/>
                <w:b w:val="0"/>
                <w:color w:val="06022E"/>
                <w:szCs w:val="24"/>
                <w:shd w:val="clear" w:color="auto" w:fill="F8F8F8"/>
              </w:rPr>
              <w:t>2004. Systemy medialne. Trzy modele mediów i polityki w ujęciu porównawczym. Kraków: Wydawnictwo Uniwersytetu Jagiellońskiego.</w:t>
            </w:r>
          </w:p>
          <w:p w14:paraId="4B81C647" w14:textId="77777777" w:rsidR="00B33BAB" w:rsidRPr="00014BD6" w:rsidRDefault="00B33BAB" w:rsidP="00014B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4BD6">
              <w:rPr>
                <w:rFonts w:ascii="Corbel" w:hAnsi="Corbel"/>
                <w:b w:val="0"/>
                <w:szCs w:val="24"/>
              </w:rPr>
              <w:t xml:space="preserve">Ociepka B.,2020, Komunikowanie międzynarodowe, WrocłaW: Astrum </w:t>
            </w:r>
          </w:p>
          <w:p w14:paraId="4CA07E4A" w14:textId="77777777" w:rsidR="00B33BAB" w:rsidRPr="00014BD6" w:rsidRDefault="00B33BAB" w:rsidP="00014B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4BD6">
              <w:rPr>
                <w:rFonts w:ascii="Corbel" w:hAnsi="Corbel" w:cs="Arial"/>
                <w:b w:val="0"/>
                <w:szCs w:val="24"/>
              </w:rPr>
              <w:t xml:space="preserve">Olędzki J., 2001, </w:t>
            </w:r>
            <w:r w:rsidRPr="00014BD6">
              <w:rPr>
                <w:rFonts w:ascii="Corbel" w:hAnsi="Corbel" w:cs="Arial"/>
                <w:b w:val="0"/>
                <w:iCs/>
                <w:szCs w:val="24"/>
              </w:rPr>
              <w:t>Komunikowanie w świecie. Narzędzia, teorie, unormowania</w:t>
            </w:r>
            <w:r w:rsidRPr="00014BD6">
              <w:rPr>
                <w:rFonts w:ascii="Corbel" w:hAnsi="Corbel" w:cs="Arial"/>
                <w:b w:val="0"/>
                <w:szCs w:val="24"/>
              </w:rPr>
              <w:t xml:space="preserve">., Warszawa: ASPRA-JR </w:t>
            </w:r>
          </w:p>
        </w:tc>
      </w:tr>
      <w:tr w:rsidR="00B33BAB" w:rsidRPr="00B169DF" w14:paraId="224BD6D6" w14:textId="77777777" w:rsidTr="0071620A">
        <w:trPr>
          <w:trHeight w:val="397"/>
        </w:trPr>
        <w:tc>
          <w:tcPr>
            <w:tcW w:w="7513" w:type="dxa"/>
          </w:tcPr>
          <w:p w14:paraId="299AA7D9" w14:textId="77777777" w:rsidR="00B33BAB" w:rsidRPr="00014BD6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4BD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25E841" w14:textId="77777777" w:rsidR="00B33BAB" w:rsidRPr="00014BD6" w:rsidRDefault="00B33BA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14BD6">
              <w:rPr>
                <w:rFonts w:ascii="Corbel" w:hAnsi="Corbel" w:cs="Arial"/>
                <w:b w:val="0"/>
                <w:color w:val="06022E"/>
                <w:szCs w:val="24"/>
                <w:shd w:val="clear" w:color="auto" w:fill="F8F8F8"/>
              </w:rPr>
              <w:t>Castells, Manuel. 2010. Społeczeństwo sieci. Warszawa: PWN.</w:t>
            </w:r>
          </w:p>
        </w:tc>
      </w:tr>
    </w:tbl>
    <w:p w14:paraId="527DA5AF" w14:textId="77777777" w:rsidR="00B33BAB" w:rsidRPr="00B169DF" w:rsidRDefault="00B33BA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4A1187" w14:textId="77777777" w:rsidR="00B33BAB" w:rsidRPr="00B169DF" w:rsidRDefault="00B33BA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8F318C" w14:textId="77777777" w:rsidR="00B33BAB" w:rsidRPr="00B169DF" w:rsidRDefault="00B33BAB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33BAB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18A96" w14:textId="77777777" w:rsidR="005E66CC" w:rsidRDefault="005E66CC" w:rsidP="00C16ABF">
      <w:pPr>
        <w:spacing w:after="0" w:line="240" w:lineRule="auto"/>
      </w:pPr>
      <w:r>
        <w:separator/>
      </w:r>
    </w:p>
  </w:endnote>
  <w:endnote w:type="continuationSeparator" w:id="0">
    <w:p w14:paraId="19FB158B" w14:textId="77777777" w:rsidR="005E66CC" w:rsidRDefault="005E66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FD815" w14:textId="77777777" w:rsidR="005E66CC" w:rsidRDefault="005E66CC" w:rsidP="00C16ABF">
      <w:pPr>
        <w:spacing w:after="0" w:line="240" w:lineRule="auto"/>
      </w:pPr>
      <w:r>
        <w:separator/>
      </w:r>
    </w:p>
  </w:footnote>
  <w:footnote w:type="continuationSeparator" w:id="0">
    <w:p w14:paraId="014AA4E4" w14:textId="77777777" w:rsidR="005E66CC" w:rsidRDefault="005E66CC" w:rsidP="00C16ABF">
      <w:pPr>
        <w:spacing w:after="0" w:line="240" w:lineRule="auto"/>
      </w:pPr>
      <w:r>
        <w:continuationSeparator/>
      </w:r>
    </w:p>
  </w:footnote>
  <w:footnote w:id="1">
    <w:p w14:paraId="23B1A9BE" w14:textId="77777777" w:rsidR="00B33BAB" w:rsidRDefault="00B33BA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192273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BD6"/>
    <w:rsid w:val="00015B8F"/>
    <w:rsid w:val="00022ECE"/>
    <w:rsid w:val="00042A51"/>
    <w:rsid w:val="00042D2E"/>
    <w:rsid w:val="00044C82"/>
    <w:rsid w:val="00070ED6"/>
    <w:rsid w:val="000742DC"/>
    <w:rsid w:val="00074882"/>
    <w:rsid w:val="0008145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5C5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6F52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6CC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04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2466"/>
    <w:rsid w:val="007F4155"/>
    <w:rsid w:val="0081554D"/>
    <w:rsid w:val="0081707E"/>
    <w:rsid w:val="008449B3"/>
    <w:rsid w:val="008545A0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5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A52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3BAB"/>
    <w:rsid w:val="00B40ADB"/>
    <w:rsid w:val="00B43B77"/>
    <w:rsid w:val="00B43E80"/>
    <w:rsid w:val="00B46A18"/>
    <w:rsid w:val="00B607DB"/>
    <w:rsid w:val="00B66529"/>
    <w:rsid w:val="00B75946"/>
    <w:rsid w:val="00B8056E"/>
    <w:rsid w:val="00B819C8"/>
    <w:rsid w:val="00B82308"/>
    <w:rsid w:val="00B90885"/>
    <w:rsid w:val="00BB520A"/>
    <w:rsid w:val="00BC7D22"/>
    <w:rsid w:val="00BD3869"/>
    <w:rsid w:val="00BD66E9"/>
    <w:rsid w:val="00BD6FF4"/>
    <w:rsid w:val="00BF2C41"/>
    <w:rsid w:val="00C058B4"/>
    <w:rsid w:val="00C05F44"/>
    <w:rsid w:val="00C131B5"/>
    <w:rsid w:val="00C16ABF"/>
    <w:rsid w:val="00C16ED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0EA8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3C6E"/>
    <w:rsid w:val="00D8678B"/>
    <w:rsid w:val="00DA2114"/>
    <w:rsid w:val="00DE09C0"/>
    <w:rsid w:val="00DE4A14"/>
    <w:rsid w:val="00DF320D"/>
    <w:rsid w:val="00DF71C8"/>
    <w:rsid w:val="00E04690"/>
    <w:rsid w:val="00E129B8"/>
    <w:rsid w:val="00E21E7D"/>
    <w:rsid w:val="00E22FBC"/>
    <w:rsid w:val="00E24BF5"/>
    <w:rsid w:val="00E24D2D"/>
    <w:rsid w:val="00E25338"/>
    <w:rsid w:val="00E51E44"/>
    <w:rsid w:val="00E63348"/>
    <w:rsid w:val="00E742AA"/>
    <w:rsid w:val="00E77E88"/>
    <w:rsid w:val="00E8107D"/>
    <w:rsid w:val="00E8746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879FC"/>
    <w:rsid w:val="00F90C68"/>
    <w:rsid w:val="00F974DA"/>
    <w:rsid w:val="00FA46E5"/>
    <w:rsid w:val="00FB7DBA"/>
    <w:rsid w:val="00FC1C25"/>
    <w:rsid w:val="00FC3F45"/>
    <w:rsid w:val="00FC58A2"/>
    <w:rsid w:val="00FD503F"/>
    <w:rsid w:val="00FD7589"/>
    <w:rsid w:val="00FF016A"/>
    <w:rsid w:val="00FF1401"/>
    <w:rsid w:val="00FF5E7D"/>
    <w:rsid w:val="61D1B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A194EA"/>
  <w15:docId w15:val="{EA2DCE2A-F40C-4850-9FA9-41710F66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uiPriority w:val="99"/>
    <w:semiHidden/>
    <w:rsid w:val="0085747A"/>
    <w:rPr>
      <w:rFonts w:cs="Times New Roman"/>
    </w:rPr>
  </w:style>
  <w:style w:type="character" w:styleId="Hipercze">
    <w:name w:val="Hyperlink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wrubryce">
    <w:name w:val="w rubryce"/>
    <w:basedOn w:val="Tekstpodstawowy"/>
    <w:uiPriority w:val="99"/>
    <w:rsid w:val="00F90C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725</Words>
  <Characters>4350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dc:description/>
  <cp:lastModifiedBy>Grzegorz Bonusiak</cp:lastModifiedBy>
  <cp:revision>6</cp:revision>
  <cp:lastPrinted>2019-02-06T12:12:00Z</cp:lastPrinted>
  <dcterms:created xsi:type="dcterms:W3CDTF">2025-01-31T11:56:00Z</dcterms:created>
  <dcterms:modified xsi:type="dcterms:W3CDTF">2025-02-10T12:27:00Z</dcterms:modified>
</cp:coreProperties>
</file>